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5027F2E3" w14:textId="671ABCC0"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 xml:space="preserve">ANNEX </w:t>
      </w:r>
      <w:r w:rsidR="007A3258">
        <w:rPr>
          <w:rFonts w:cs="Arial"/>
          <w:b/>
          <w:bCs/>
          <w:sz w:val="40"/>
          <w:szCs w:val="40"/>
          <w:lang w:eastAsia="es-ES"/>
        </w:rPr>
        <w:t>17</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3C465B44" w14:textId="418E0149" w:rsidR="00FB439E" w:rsidRPr="00A61E40" w:rsidRDefault="008D13DF" w:rsidP="008D13DF">
      <w:pPr>
        <w:pStyle w:val="Default"/>
        <w:jc w:val="both"/>
        <w:rPr>
          <w:b/>
          <w:bCs/>
          <w:sz w:val="22"/>
          <w:szCs w:val="22"/>
          <w:lang w:val="es-ES"/>
        </w:rPr>
      </w:pPr>
      <w:r>
        <w:rPr>
          <w:sz w:val="22"/>
          <w:szCs w:val="22"/>
        </w:rPr>
        <w:t xml:space="preserve">Expedient: </w:t>
      </w:r>
      <w:sdt>
        <w:sdtPr>
          <w:rPr>
            <w:color w:val="000000" w:themeColor="text1"/>
            <w:sz w:val="22"/>
            <w:szCs w:val="22"/>
          </w:rPr>
          <w:alias w:val="lvlNúm. Expedient"/>
          <w:tag w:val="lvlNúm. Expedient"/>
          <w:id w:val="683634002"/>
          <w:placeholder>
            <w:docPart w:val="D3A466852DDA466DB72820BE59BD4AA3"/>
          </w:placeholder>
          <w:text/>
        </w:sdtPr>
        <w:sdtEndPr/>
        <w:sdtContent>
          <w:r w:rsidR="00A61E40" w:rsidRPr="00A61E40">
            <w:rPr>
              <w:color w:val="000000" w:themeColor="text1"/>
              <w:sz w:val="22"/>
              <w:szCs w:val="22"/>
            </w:rPr>
            <w:t xml:space="preserve">CO/TM01/1101441835/25/PS     </w:t>
          </w:r>
        </w:sdtContent>
      </w:sdt>
    </w:p>
    <w:p w14:paraId="16E13B13" w14:textId="77777777" w:rsidR="00625CAB" w:rsidRPr="00A61E40" w:rsidRDefault="00625CAB" w:rsidP="008D13DF">
      <w:pPr>
        <w:pStyle w:val="Default"/>
        <w:jc w:val="both"/>
        <w:rPr>
          <w:sz w:val="22"/>
          <w:szCs w:val="22"/>
        </w:rPr>
      </w:pPr>
    </w:p>
    <w:p w14:paraId="4894A88A" w14:textId="7DADDA2A" w:rsidR="005046BD" w:rsidRDefault="002C71C5" w:rsidP="005046BD">
      <w:pPr>
        <w:pStyle w:val="Default"/>
        <w:jc w:val="both"/>
        <w:rPr>
          <w:rFonts w:eastAsia="Segoe UI"/>
          <w:b/>
          <w:color w:val="000000" w:themeColor="text1"/>
          <w:sz w:val="22"/>
          <w:szCs w:val="22"/>
          <w:lang w:val="es-ES"/>
        </w:rPr>
      </w:pPr>
      <w:sdt>
        <w:sdtPr>
          <w:rPr>
            <w:rFonts w:eastAsia="Segoe UI"/>
            <w:b/>
            <w:color w:val="000000" w:themeColor="text1"/>
            <w:sz w:val="22"/>
            <w:szCs w:val="22"/>
            <w:lang w:val="es-ES"/>
          </w:rPr>
          <w:alias w:val="lvlObjecte de la licitació"/>
          <w:tag w:val="lvlObjecte de la licitació"/>
          <w:id w:val="482196890"/>
          <w:placeholder>
            <w:docPart w:val="4BA917C5E2C14ABDA7960D0AFE76CBAA"/>
          </w:placeholder>
          <w:text/>
        </w:sdtPr>
        <w:sdtEndPr/>
        <w:sdtContent>
          <w:r w:rsidR="00625CAB" w:rsidRPr="00E3520D">
            <w:rPr>
              <w:rFonts w:eastAsia="Segoe UI"/>
              <w:color w:val="000000" w:themeColor="text1"/>
              <w:sz w:val="22"/>
              <w:szCs w:val="22"/>
              <w:lang w:val="es-ES"/>
            </w:rPr>
            <w:t xml:space="preserve">Obres de </w:t>
          </w:r>
          <w:proofErr w:type="spellStart"/>
          <w:r w:rsidR="00625CAB">
            <w:rPr>
              <w:rFonts w:eastAsia="Segoe UI"/>
              <w:color w:val="000000" w:themeColor="text1"/>
              <w:sz w:val="22"/>
              <w:szCs w:val="22"/>
              <w:lang w:val="es-ES"/>
            </w:rPr>
            <w:t>s</w:t>
          </w:r>
          <w:r w:rsidR="00625CAB" w:rsidRPr="00E3520D">
            <w:rPr>
              <w:rFonts w:eastAsia="Segoe UI"/>
              <w:color w:val="000000" w:themeColor="text1"/>
              <w:sz w:val="22"/>
              <w:szCs w:val="22"/>
              <w:lang w:val="es-ES"/>
            </w:rPr>
            <w:t>ubstitució</w:t>
          </w:r>
          <w:proofErr w:type="spellEnd"/>
          <w:r w:rsidR="00625CAB" w:rsidRPr="00E3520D">
            <w:rPr>
              <w:rFonts w:eastAsia="Segoe UI"/>
              <w:color w:val="000000" w:themeColor="text1"/>
              <w:sz w:val="22"/>
              <w:szCs w:val="22"/>
              <w:lang w:val="es-ES"/>
            </w:rPr>
            <w:t xml:space="preserve"> de la </w:t>
          </w:r>
          <w:proofErr w:type="spellStart"/>
          <w:r w:rsidR="00625CAB" w:rsidRPr="00E3520D">
            <w:rPr>
              <w:rFonts w:eastAsia="Segoe UI"/>
              <w:color w:val="000000" w:themeColor="text1"/>
              <w:sz w:val="22"/>
              <w:szCs w:val="22"/>
              <w:lang w:val="es-ES"/>
            </w:rPr>
            <w:t>producció</w:t>
          </w:r>
          <w:proofErr w:type="spellEnd"/>
          <w:r w:rsidR="00625CAB" w:rsidRPr="00E3520D">
            <w:rPr>
              <w:rFonts w:eastAsia="Segoe UI"/>
              <w:color w:val="000000" w:themeColor="text1"/>
              <w:sz w:val="22"/>
              <w:szCs w:val="22"/>
              <w:lang w:val="es-ES"/>
            </w:rPr>
            <w:t xml:space="preserve"> de </w:t>
          </w:r>
          <w:proofErr w:type="spellStart"/>
          <w:r w:rsidR="00625CAB" w:rsidRPr="00E3520D">
            <w:rPr>
              <w:rFonts w:eastAsia="Segoe UI"/>
              <w:color w:val="000000" w:themeColor="text1"/>
              <w:sz w:val="22"/>
              <w:szCs w:val="22"/>
              <w:lang w:val="es-ES"/>
            </w:rPr>
            <w:t>climatització</w:t>
          </w:r>
          <w:proofErr w:type="spellEnd"/>
          <w:r w:rsidR="00625CAB" w:rsidRPr="00E3520D">
            <w:rPr>
              <w:rFonts w:eastAsia="Segoe UI"/>
              <w:color w:val="000000" w:themeColor="text1"/>
              <w:sz w:val="22"/>
              <w:szCs w:val="22"/>
              <w:lang w:val="es-ES"/>
            </w:rPr>
            <w:t xml:space="preserve"> del Centre </w:t>
          </w:r>
          <w:proofErr w:type="spellStart"/>
          <w:r w:rsidR="00625CAB" w:rsidRPr="00E3520D">
            <w:rPr>
              <w:rFonts w:eastAsia="Segoe UI"/>
              <w:color w:val="000000" w:themeColor="text1"/>
              <w:sz w:val="22"/>
              <w:szCs w:val="22"/>
              <w:lang w:val="es-ES"/>
            </w:rPr>
            <w:t>d’Atenció</w:t>
          </w:r>
          <w:proofErr w:type="spellEnd"/>
          <w:r w:rsidR="00625CAB" w:rsidRPr="00E3520D">
            <w:rPr>
              <w:rFonts w:eastAsia="Segoe UI"/>
              <w:color w:val="000000" w:themeColor="text1"/>
              <w:sz w:val="22"/>
              <w:szCs w:val="22"/>
              <w:lang w:val="es-ES"/>
            </w:rPr>
            <w:t xml:space="preserve"> Primària El Clot de la </w:t>
          </w:r>
          <w:proofErr w:type="spellStart"/>
          <w:r w:rsidR="00625CAB" w:rsidRPr="00E3520D">
            <w:rPr>
              <w:rFonts w:eastAsia="Segoe UI"/>
              <w:color w:val="000000" w:themeColor="text1"/>
              <w:sz w:val="22"/>
              <w:szCs w:val="22"/>
              <w:lang w:val="es-ES"/>
            </w:rPr>
            <w:t>Gerència</w:t>
          </w:r>
          <w:proofErr w:type="spellEnd"/>
          <w:r w:rsidR="00625CAB" w:rsidRPr="00E3520D">
            <w:rPr>
              <w:rFonts w:eastAsia="Segoe UI"/>
              <w:color w:val="000000" w:themeColor="text1"/>
              <w:sz w:val="22"/>
              <w:szCs w:val="22"/>
              <w:lang w:val="es-ES"/>
            </w:rPr>
            <w:t xml:space="preserve"> </w:t>
          </w:r>
          <w:proofErr w:type="spellStart"/>
          <w:r w:rsidR="00625CAB" w:rsidRPr="00E3520D">
            <w:rPr>
              <w:rFonts w:eastAsia="Segoe UI"/>
              <w:color w:val="000000" w:themeColor="text1"/>
              <w:sz w:val="22"/>
              <w:szCs w:val="22"/>
              <w:lang w:val="es-ES"/>
            </w:rPr>
            <w:t>d'Atenció</w:t>
          </w:r>
          <w:proofErr w:type="spellEnd"/>
          <w:r w:rsidR="00625CAB" w:rsidRPr="00E3520D">
            <w:rPr>
              <w:rFonts w:eastAsia="Segoe UI"/>
              <w:color w:val="000000" w:themeColor="text1"/>
              <w:sz w:val="22"/>
              <w:szCs w:val="22"/>
              <w:lang w:val="es-ES"/>
            </w:rPr>
            <w:t xml:space="preserve"> Primària i a la </w:t>
          </w:r>
          <w:proofErr w:type="spellStart"/>
          <w:r w:rsidR="00625CAB" w:rsidRPr="00E3520D">
            <w:rPr>
              <w:rFonts w:eastAsia="Segoe UI"/>
              <w:color w:val="000000" w:themeColor="text1"/>
              <w:sz w:val="22"/>
              <w:szCs w:val="22"/>
              <w:lang w:val="es-ES"/>
            </w:rPr>
            <w:t>Comunitat</w:t>
          </w:r>
          <w:proofErr w:type="spellEnd"/>
          <w:r w:rsidR="00625CAB" w:rsidRPr="00E3520D">
            <w:rPr>
              <w:rFonts w:eastAsia="Segoe UI"/>
              <w:color w:val="000000" w:themeColor="text1"/>
              <w:sz w:val="22"/>
              <w:szCs w:val="22"/>
              <w:lang w:val="es-ES"/>
            </w:rPr>
            <w:t xml:space="preserve"> Barcelona Litoral-Esquerra, i del Centre </w:t>
          </w:r>
          <w:proofErr w:type="spellStart"/>
          <w:r w:rsidR="00625CAB" w:rsidRPr="00E3520D">
            <w:rPr>
              <w:rFonts w:eastAsia="Segoe UI"/>
              <w:color w:val="000000" w:themeColor="text1"/>
              <w:sz w:val="22"/>
              <w:szCs w:val="22"/>
              <w:lang w:val="es-ES"/>
            </w:rPr>
            <w:t>d’Atenció</w:t>
          </w:r>
          <w:proofErr w:type="spellEnd"/>
          <w:r w:rsidR="00625CAB" w:rsidRPr="00E3520D">
            <w:rPr>
              <w:rFonts w:eastAsia="Segoe UI"/>
              <w:color w:val="000000" w:themeColor="text1"/>
              <w:sz w:val="22"/>
              <w:szCs w:val="22"/>
              <w:lang w:val="es-ES"/>
            </w:rPr>
            <w:t xml:space="preserve"> Primària Sant Andreu de la </w:t>
          </w:r>
          <w:proofErr w:type="spellStart"/>
          <w:r w:rsidR="00625CAB" w:rsidRPr="00E3520D">
            <w:rPr>
              <w:rFonts w:eastAsia="Segoe UI"/>
              <w:color w:val="000000" w:themeColor="text1"/>
              <w:sz w:val="22"/>
              <w:szCs w:val="22"/>
              <w:lang w:val="es-ES"/>
            </w:rPr>
            <w:t>Gerència</w:t>
          </w:r>
          <w:proofErr w:type="spellEnd"/>
          <w:r w:rsidR="00625CAB" w:rsidRPr="00E3520D">
            <w:rPr>
              <w:rFonts w:eastAsia="Segoe UI"/>
              <w:color w:val="000000" w:themeColor="text1"/>
              <w:sz w:val="22"/>
              <w:szCs w:val="22"/>
              <w:lang w:val="es-ES"/>
            </w:rPr>
            <w:t xml:space="preserve"> </w:t>
          </w:r>
          <w:proofErr w:type="spellStart"/>
          <w:r w:rsidR="00625CAB" w:rsidRPr="00E3520D">
            <w:rPr>
              <w:rFonts w:eastAsia="Segoe UI"/>
              <w:color w:val="000000" w:themeColor="text1"/>
              <w:sz w:val="22"/>
              <w:szCs w:val="22"/>
              <w:lang w:val="es-ES"/>
            </w:rPr>
            <w:t>d'Atenció</w:t>
          </w:r>
          <w:proofErr w:type="spellEnd"/>
          <w:r w:rsidR="00625CAB" w:rsidRPr="00E3520D">
            <w:rPr>
              <w:rFonts w:eastAsia="Segoe UI"/>
              <w:color w:val="000000" w:themeColor="text1"/>
              <w:sz w:val="22"/>
              <w:szCs w:val="22"/>
              <w:lang w:val="es-ES"/>
            </w:rPr>
            <w:t xml:space="preserve"> Primària i a la </w:t>
          </w:r>
          <w:proofErr w:type="spellStart"/>
          <w:r w:rsidR="00625CAB" w:rsidRPr="00E3520D">
            <w:rPr>
              <w:rFonts w:eastAsia="Segoe UI"/>
              <w:color w:val="000000" w:themeColor="text1"/>
              <w:sz w:val="22"/>
              <w:szCs w:val="22"/>
              <w:lang w:val="es-ES"/>
            </w:rPr>
            <w:t>Comunitat</w:t>
          </w:r>
          <w:proofErr w:type="spellEnd"/>
          <w:r w:rsidR="00625CAB" w:rsidRPr="00E3520D">
            <w:rPr>
              <w:rFonts w:eastAsia="Segoe UI"/>
              <w:color w:val="000000" w:themeColor="text1"/>
              <w:sz w:val="22"/>
              <w:szCs w:val="22"/>
              <w:lang w:val="es-ES"/>
            </w:rPr>
            <w:t xml:space="preserve"> Barcelona Muntanya-Dreta (</w:t>
          </w:r>
          <w:proofErr w:type="spellStart"/>
          <w:r w:rsidR="00625CAB" w:rsidRPr="00E3520D">
            <w:rPr>
              <w:rFonts w:eastAsia="Segoe UI"/>
              <w:color w:val="000000" w:themeColor="text1"/>
              <w:sz w:val="22"/>
              <w:szCs w:val="22"/>
              <w:lang w:val="es-ES"/>
            </w:rPr>
            <w:t>GAPiC</w:t>
          </w:r>
          <w:proofErr w:type="spellEnd"/>
          <w:r w:rsidR="00625CAB" w:rsidRPr="00E3520D">
            <w:rPr>
              <w:rFonts w:eastAsia="Segoe UI"/>
              <w:color w:val="000000" w:themeColor="text1"/>
              <w:sz w:val="22"/>
              <w:szCs w:val="22"/>
              <w:lang w:val="es-ES"/>
            </w:rPr>
            <w:t xml:space="preserve">), de </w:t>
          </w:r>
          <w:proofErr w:type="spellStart"/>
          <w:r w:rsidR="00625CAB" w:rsidRPr="00E3520D">
            <w:rPr>
              <w:rFonts w:eastAsia="Segoe UI"/>
              <w:color w:val="000000" w:themeColor="text1"/>
              <w:sz w:val="22"/>
              <w:szCs w:val="22"/>
              <w:lang w:val="es-ES"/>
            </w:rPr>
            <w:t>l’Àmbit</w:t>
          </w:r>
          <w:proofErr w:type="spellEnd"/>
          <w:r w:rsidR="00625CAB" w:rsidRPr="00E3520D">
            <w:rPr>
              <w:rFonts w:eastAsia="Segoe UI"/>
              <w:color w:val="000000" w:themeColor="text1"/>
              <w:sz w:val="22"/>
              <w:szCs w:val="22"/>
              <w:lang w:val="es-ES"/>
            </w:rPr>
            <w:t xml:space="preserve"> Territorial Barcelona, de </w:t>
          </w:r>
          <w:proofErr w:type="spellStart"/>
          <w:r w:rsidR="00625CAB" w:rsidRPr="00E3520D">
            <w:rPr>
              <w:rFonts w:eastAsia="Segoe UI"/>
              <w:color w:val="000000" w:themeColor="text1"/>
              <w:sz w:val="22"/>
              <w:szCs w:val="22"/>
              <w:lang w:val="es-ES"/>
            </w:rPr>
            <w:t>l’Institut</w:t>
          </w:r>
          <w:proofErr w:type="spellEnd"/>
          <w:r w:rsidR="00625CAB" w:rsidRPr="00E3520D">
            <w:rPr>
              <w:rFonts w:eastAsia="Segoe UI"/>
              <w:color w:val="000000" w:themeColor="text1"/>
              <w:sz w:val="22"/>
              <w:szCs w:val="22"/>
              <w:lang w:val="es-ES"/>
            </w:rPr>
            <w:t xml:space="preserve"> </w:t>
          </w:r>
          <w:proofErr w:type="spellStart"/>
          <w:r w:rsidR="00625CAB" w:rsidRPr="00E3520D">
            <w:rPr>
              <w:rFonts w:eastAsia="Segoe UI"/>
              <w:color w:val="000000" w:themeColor="text1"/>
              <w:sz w:val="22"/>
              <w:szCs w:val="22"/>
              <w:lang w:val="es-ES"/>
            </w:rPr>
            <w:t>Català</w:t>
          </w:r>
          <w:proofErr w:type="spellEnd"/>
          <w:r w:rsidR="00625CAB" w:rsidRPr="00E3520D">
            <w:rPr>
              <w:rFonts w:eastAsia="Segoe UI"/>
              <w:color w:val="000000" w:themeColor="text1"/>
              <w:sz w:val="22"/>
              <w:szCs w:val="22"/>
              <w:lang w:val="es-ES"/>
            </w:rPr>
            <w:t xml:space="preserve"> de la </w:t>
          </w:r>
          <w:proofErr w:type="spellStart"/>
          <w:r w:rsidR="00625CAB" w:rsidRPr="00E3520D">
            <w:rPr>
              <w:rFonts w:eastAsia="Segoe UI"/>
              <w:color w:val="000000" w:themeColor="text1"/>
              <w:sz w:val="22"/>
              <w:szCs w:val="22"/>
              <w:lang w:val="es-ES"/>
            </w:rPr>
            <w:t>Salut</w:t>
          </w:r>
          <w:proofErr w:type="spellEnd"/>
          <w:r w:rsidR="00625CAB">
            <w:rPr>
              <w:rFonts w:eastAsia="Segoe UI"/>
              <w:color w:val="000000" w:themeColor="text1"/>
              <w:sz w:val="22"/>
              <w:szCs w:val="22"/>
              <w:lang w:val="es-ES"/>
            </w:rPr>
            <w:t>.</w:t>
          </w:r>
        </w:sdtContent>
      </w:sdt>
    </w:p>
    <w:p w14:paraId="50C7023E" w14:textId="77777777" w:rsidR="00625CAB" w:rsidRDefault="00625CAB" w:rsidP="005046BD">
      <w:pPr>
        <w:pStyle w:val="Default"/>
        <w:jc w:val="both"/>
        <w:rPr>
          <w:sz w:val="22"/>
          <w:szCs w:val="22"/>
        </w:rPr>
      </w:pPr>
    </w:p>
    <w:p w14:paraId="41C8F396" w14:textId="6085E090" w:rsidR="008D13DF" w:rsidRPr="00FB439E" w:rsidRDefault="008D13DF" w:rsidP="008D13DF">
      <w:pPr>
        <w:pStyle w:val="Default"/>
        <w:jc w:val="both"/>
        <w:rPr>
          <w:sz w:val="22"/>
          <w:szCs w:val="22"/>
        </w:rPr>
      </w:pPr>
      <w:r>
        <w:rPr>
          <w:sz w:val="22"/>
          <w:szCs w:val="22"/>
        </w:rPr>
        <w:t xml:space="preserve">Òrgan de contractació: </w:t>
      </w:r>
      <w:r w:rsidR="00FB439E" w:rsidRPr="00FB439E">
        <w:rPr>
          <w:sz w:val="22"/>
          <w:szCs w:val="22"/>
        </w:rPr>
        <w:t>Gerència d’Atenció Primària i a la Comunitat Barcelona Litoral-Esquerra</w:t>
      </w:r>
      <w:r w:rsidR="00625CAB">
        <w:rPr>
          <w:sz w:val="22"/>
          <w:szCs w:val="22"/>
        </w:rPr>
        <w:t xml:space="preserve"> i </w:t>
      </w:r>
      <w:r w:rsidR="00625CAB" w:rsidRPr="00FB439E">
        <w:rPr>
          <w:sz w:val="22"/>
          <w:szCs w:val="22"/>
        </w:rPr>
        <w:t xml:space="preserve">Gerència d’Atenció Primària i a la Comunitat Barcelona </w:t>
      </w:r>
      <w:r w:rsidR="00625CAB">
        <w:rPr>
          <w:sz w:val="22"/>
          <w:szCs w:val="22"/>
        </w:rPr>
        <w:t xml:space="preserve">Muntanya – Dreta. </w:t>
      </w:r>
    </w:p>
    <w:p w14:paraId="41E991FA" w14:textId="77777777" w:rsidR="00FB439E" w:rsidRDefault="00FB439E"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Pr="00F26E07" w:rsidRDefault="008D13DF" w:rsidP="008D13DF">
      <w:pPr>
        <w:pStyle w:val="Default"/>
        <w:jc w:val="both"/>
        <w:rPr>
          <w:b/>
          <w:bCs/>
          <w:sz w:val="22"/>
          <w:szCs w:val="22"/>
        </w:rPr>
      </w:pPr>
      <w:r w:rsidRPr="00F26E07">
        <w:rPr>
          <w:b/>
          <w:bCs/>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lastRenderedPageBreak/>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3C2D0" w14:textId="77777777" w:rsidR="005D25D8" w:rsidRDefault="005D25D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BAD8D" w14:textId="57086954"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319FB" w14:textId="77777777" w:rsidR="005D25D8" w:rsidRDefault="005D25D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814C" w14:textId="77777777" w:rsidR="005D25D8" w:rsidRDefault="005D25D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4BCC02F2" w:rsidR="00DE6C4B" w:rsidRDefault="00775649" w:rsidP="00BC4AB6">
    <w:pPr>
      <w:pStyle w:val="Capalera"/>
      <w:rPr>
        <w:noProof/>
      </w:rPr>
    </w:pPr>
    <w:r w:rsidRPr="00456B04">
      <w:rPr>
        <w:noProof/>
      </w:rPr>
      <w:drawing>
        <wp:anchor distT="0" distB="0" distL="114300" distR="114300" simplePos="0" relativeHeight="251661312" behindDoc="0" locked="0" layoutInCell="1" allowOverlap="1" wp14:anchorId="6C99E457" wp14:editId="25083FD9">
          <wp:simplePos x="0" y="0"/>
          <wp:positionH relativeFrom="column">
            <wp:posOffset>3869267</wp:posOffset>
          </wp:positionH>
          <wp:positionV relativeFrom="page">
            <wp:posOffset>449580</wp:posOffset>
          </wp:positionV>
          <wp:extent cx="2193713" cy="646423"/>
          <wp:effectExtent l="0" t="0" r="0" b="1905"/>
          <wp:wrapNone/>
          <wp:docPr id="23283733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 r="1846"/>
                  <a:stretch>
                    <a:fillRect/>
                  </a:stretch>
                </pic:blipFill>
                <pic:spPr bwMode="auto">
                  <a:xfrm>
                    <a:off x="0" y="0"/>
                    <a:ext cx="2193713" cy="6464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4AB6">
      <w:fldChar w:fldCharType="begin"/>
    </w:r>
    <w:r w:rsidR="00BC4AB6">
      <w:instrText xml:space="preserve"> INCLUDEPICTURE  "cid:image002.png@01DBAED2.52C5EDF0" \* MERGEFORMATINET </w:instrText>
    </w:r>
    <w:r w:rsidR="00BC4AB6">
      <w:fldChar w:fldCharType="separate"/>
    </w:r>
    <w:r w:rsidR="00BC4AB6">
      <w:fldChar w:fldCharType="begin"/>
    </w:r>
    <w:r w:rsidR="00BC4AB6">
      <w:instrText xml:space="preserve"> INCLUDEPICTURE  "cid:image002.png@01DBAED2.52C5EDF0" \* MERGEFORMATINET </w:instrText>
    </w:r>
    <w:r w:rsidR="00BC4AB6">
      <w:fldChar w:fldCharType="separate"/>
    </w:r>
    <w:r w:rsidR="00BC4AB6">
      <w:fldChar w:fldCharType="begin"/>
    </w:r>
    <w:r w:rsidR="00BC4AB6">
      <w:instrText xml:space="preserve"> INCLUDEPICTURE  "cid:image002.png@01DBAED2.52C5EDF0" \* MERGEFORMATINET </w:instrText>
    </w:r>
    <w:r w:rsidR="00BC4AB6">
      <w:fldChar w:fldCharType="separate"/>
    </w:r>
    <w:r w:rsidR="00BC4AB6">
      <w:fldChar w:fldCharType="begin"/>
    </w:r>
    <w:r w:rsidR="00BC4AB6">
      <w:instrText xml:space="preserve"> INCLUDEPICTURE  "cid:image002.png@01DBAED2.52C5EDF0" \* MERGEFORMATINET </w:instrText>
    </w:r>
    <w:r w:rsidR="00BC4AB6">
      <w:fldChar w:fldCharType="separate"/>
    </w:r>
    <w:r w:rsidR="00BC4AB6">
      <w:fldChar w:fldCharType="begin"/>
    </w:r>
    <w:r w:rsidR="00BC4AB6">
      <w:instrText xml:space="preserve"> INCLUDEPICTURE  "cid:image002.png@01DBAED2.52C5EDF0" \* MERGEFORMATINET </w:instrText>
    </w:r>
    <w:r w:rsidR="00BC4AB6">
      <w:fldChar w:fldCharType="separate"/>
    </w:r>
    <w:r w:rsidR="00686C19">
      <w:fldChar w:fldCharType="begin"/>
    </w:r>
    <w:r w:rsidR="00686C19">
      <w:instrText xml:space="preserve"> INCLUDEPICTURE  "cid:image002.png@01DBAED2.52C5EDF0" \* MERGEFORMATINET </w:instrText>
    </w:r>
    <w:r w:rsidR="00686C19">
      <w:fldChar w:fldCharType="separate"/>
    </w:r>
    <w:r w:rsidR="00FB439E">
      <w:fldChar w:fldCharType="begin"/>
    </w:r>
    <w:r w:rsidR="00FB439E">
      <w:instrText xml:space="preserve"> INCLUDEPICTURE  "cid:image002.png@01DBAED2.52C5EDF0" \* MERGEFORMATINET </w:instrText>
    </w:r>
    <w:r w:rsidR="00FB439E">
      <w:fldChar w:fldCharType="separate"/>
    </w:r>
    <w:r>
      <w:fldChar w:fldCharType="begin"/>
    </w:r>
    <w:r>
      <w:instrText xml:space="preserve"> INCLUDEPICTURE  "cid:image002.png@01DBAED2.52C5EDF0" \* MERGEFORMATINET </w:instrText>
    </w:r>
    <w:r>
      <w:fldChar w:fldCharType="separate"/>
    </w:r>
    <w:r w:rsidR="00625CAB">
      <w:fldChar w:fldCharType="begin"/>
    </w:r>
    <w:r w:rsidR="00625CAB">
      <w:instrText xml:space="preserve"> INCLUDEPICTURE  "cid:image002.png@01DBAED2.52C5EDF0" \* MERGEFORMATINET </w:instrText>
    </w:r>
    <w:r w:rsidR="00625CAB">
      <w:fldChar w:fldCharType="separate"/>
    </w:r>
    <w:r w:rsidR="00F26E07">
      <w:fldChar w:fldCharType="begin"/>
    </w:r>
    <w:r w:rsidR="00F26E07">
      <w:instrText xml:space="preserve"> INCLUDEPICTURE  "cid:image002.png@01DBAED2.52C5EDF0" \* MERGEFORMATINET </w:instrText>
    </w:r>
    <w:r w:rsidR="00F26E07">
      <w:fldChar w:fldCharType="separate"/>
    </w:r>
    <w:r w:rsidR="002C71C5">
      <w:fldChar w:fldCharType="begin"/>
    </w:r>
    <w:r w:rsidR="002C71C5">
      <w:instrText xml:space="preserve"> </w:instrText>
    </w:r>
    <w:r w:rsidR="002C71C5">
      <w:instrText>INCLUDEPICTURE  "cid:image002.png@01DBAED2.52C5EDF0" \* MERGEFORMATINET</w:instrText>
    </w:r>
    <w:r w:rsidR="002C71C5">
      <w:instrText xml:space="preserve"> </w:instrText>
    </w:r>
    <w:r w:rsidR="002C71C5">
      <w:fldChar w:fldCharType="separate"/>
    </w:r>
    <w:r w:rsidR="002C71C5">
      <w:pict w14:anchorId="71F40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2pt;height:27.6pt">
          <v:imagedata r:id="rId2" r:href="rId3"/>
        </v:shape>
      </w:pict>
    </w:r>
    <w:r w:rsidR="002C71C5">
      <w:fldChar w:fldCharType="end"/>
    </w:r>
    <w:r w:rsidR="00F26E07">
      <w:fldChar w:fldCharType="end"/>
    </w:r>
    <w:r w:rsidR="00625CAB">
      <w:fldChar w:fldCharType="end"/>
    </w:r>
    <w:r>
      <w:fldChar w:fldCharType="end"/>
    </w:r>
    <w:r w:rsidR="00FB439E">
      <w:fldChar w:fldCharType="end"/>
    </w:r>
    <w:r w:rsidR="00686C19">
      <w:fldChar w:fldCharType="end"/>
    </w:r>
    <w:r w:rsidR="00BC4AB6">
      <w:fldChar w:fldCharType="end"/>
    </w:r>
    <w:r w:rsidR="00BC4AB6">
      <w:fldChar w:fldCharType="end"/>
    </w:r>
    <w:r w:rsidR="00BC4AB6">
      <w:fldChar w:fldCharType="end"/>
    </w:r>
    <w:r w:rsidR="00BC4AB6">
      <w:fldChar w:fldCharType="end"/>
    </w:r>
    <w:r w:rsidR="00BC4AB6">
      <w:fldChar w:fldCharType="end"/>
    </w:r>
  </w:p>
  <w:p w14:paraId="53128261" w14:textId="77777777" w:rsidR="00DE6C4B" w:rsidRDefault="00DE6C4B">
    <w:pPr>
      <w:pStyle w:val="Capalera"/>
      <w:rPr>
        <w:noProof/>
      </w:rPr>
    </w:pPr>
  </w:p>
  <w:p w14:paraId="357C1447" w14:textId="77777777" w:rsidR="002C71C5" w:rsidRDefault="002C71C5" w:rsidP="002C71C5">
    <w:pPr>
      <w:ind w:left="4248"/>
      <w:jc w:val="right"/>
      <w:rPr>
        <w:rStyle w:val="mfasi"/>
        <w:rFonts w:ascii="Arial" w:hAnsi="Arial" w:cs="Arial"/>
        <w:bCs/>
        <w:sz w:val="16"/>
        <w:szCs w:val="21"/>
        <w:shd w:val="clear" w:color="auto" w:fill="FFFFFF"/>
        <w:lang w:val="es-ES"/>
      </w:rPr>
    </w:pPr>
  </w:p>
  <w:p w14:paraId="7DF680B9" w14:textId="10981576" w:rsidR="002C71C5" w:rsidRPr="002C71C5" w:rsidRDefault="002C71C5" w:rsidP="002C71C5">
    <w:pPr>
      <w:ind w:left="4248" w:right="225"/>
      <w:jc w:val="right"/>
      <w:rPr>
        <w:rFonts w:cs="Arial"/>
        <w:i/>
        <w:iCs/>
        <w:lang w:val="es-ES"/>
      </w:rPr>
    </w:pPr>
    <w:r w:rsidRPr="002C71C5">
      <w:rPr>
        <w:rStyle w:val="mfasi"/>
        <w:rFonts w:ascii="Arial" w:hAnsi="Arial" w:cs="Arial"/>
        <w:bCs/>
        <w:i/>
        <w:iCs/>
        <w:sz w:val="16"/>
        <w:szCs w:val="21"/>
        <w:shd w:val="clear" w:color="auto" w:fill="FFFFFF"/>
        <w:lang w:val="es-ES"/>
      </w:rPr>
      <w:t>Marco Estratégico para la Atención Primaria y Comunitaria Programa financiado por el Ministerio de Sanidad</w:t>
    </w:r>
  </w:p>
  <w:p w14:paraId="714EFAC0" w14:textId="77777777" w:rsidR="002C71C5" w:rsidRDefault="002C71C5">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7292" w14:textId="77777777" w:rsidR="005D25D8" w:rsidRDefault="005D25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832914905">
    <w:abstractNumId w:val="1"/>
  </w:num>
  <w:num w:numId="2" w16cid:durableId="1661420179">
    <w:abstractNumId w:val="2"/>
  </w:num>
  <w:num w:numId="3" w16cid:durableId="1185484244">
    <w:abstractNumId w:val="0"/>
  </w:num>
  <w:num w:numId="4" w16cid:durableId="12768646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2F87"/>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1C5"/>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2EA2"/>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46BD"/>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45CF7"/>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25D8"/>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0E58"/>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5CAB"/>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86C19"/>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078E7"/>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649"/>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258"/>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1E40"/>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4AB6"/>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A23"/>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6794"/>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26E07"/>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6AC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B439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uiPriority w:val="20"/>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3" Type="http://schemas.openxmlformats.org/officeDocument/2006/relationships/image" Target="cid:image002.png@01DBAED2.52C5EDF0" TargetMode="External"/><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3A466852DDA466DB72820BE59BD4AA3"/>
        <w:category>
          <w:name w:val="General"/>
          <w:gallery w:val="placeholder"/>
        </w:category>
        <w:types>
          <w:type w:val="bbPlcHdr"/>
        </w:types>
        <w:behaviors>
          <w:behavior w:val="content"/>
        </w:behaviors>
        <w:guid w:val="{D110BC12-DD3A-4CA2-A5DD-E2AF27D16E68}"/>
      </w:docPartPr>
      <w:docPartBody>
        <w:p w:rsidR="00A0216E" w:rsidRDefault="00A0216E" w:rsidP="00A0216E">
          <w:pPr>
            <w:pStyle w:val="D3A466852DDA466DB72820BE59BD4AA3"/>
          </w:pPr>
          <w:r w:rsidRPr="00D0220C">
            <w:rPr>
              <w:rStyle w:val="Textdelcontenidor"/>
            </w:rPr>
            <w:t>Feu clic o toqueu aquí per escriure text.</w:t>
          </w:r>
        </w:p>
      </w:docPartBody>
    </w:docPart>
    <w:docPart>
      <w:docPartPr>
        <w:name w:val="4BA917C5E2C14ABDA7960D0AFE76CBAA"/>
        <w:category>
          <w:name w:val="General"/>
          <w:gallery w:val="placeholder"/>
        </w:category>
        <w:types>
          <w:type w:val="bbPlcHdr"/>
        </w:types>
        <w:behaviors>
          <w:behavior w:val="content"/>
        </w:behaviors>
        <w:guid w:val="{18C367F1-9F86-4485-9177-D119EF745A30}"/>
      </w:docPartPr>
      <w:docPartBody>
        <w:p w:rsidR="00A0216E" w:rsidRDefault="00A0216E" w:rsidP="00A0216E">
          <w:pPr>
            <w:pStyle w:val="4BA917C5E2C14ABDA7960D0AFE76CBAA"/>
          </w:pPr>
          <w:r w:rsidRPr="00D0220C">
            <w:rPr>
              <w:rStyle w:val="Textdelcontenidor"/>
            </w:rPr>
            <w:t>Feu clic o toqueu aquí per escriure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16E"/>
    <w:rsid w:val="00222F87"/>
    <w:rsid w:val="007078E7"/>
    <w:rsid w:val="00A0216E"/>
    <w:rsid w:val="00E5679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a-ES" w:eastAsia="ca-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Lletraperdefectedelpargraf"/>
    <w:uiPriority w:val="99"/>
    <w:semiHidden/>
    <w:rsid w:val="00A0216E"/>
    <w:rPr>
      <w:color w:val="808080"/>
    </w:rPr>
  </w:style>
  <w:style w:type="paragraph" w:customStyle="1" w:styleId="D3A466852DDA466DB72820BE59BD4AA3">
    <w:name w:val="D3A466852DDA466DB72820BE59BD4AA3"/>
    <w:rsid w:val="00A0216E"/>
  </w:style>
  <w:style w:type="paragraph" w:customStyle="1" w:styleId="4BA917C5E2C14ABDA7960D0AFE76CBAA">
    <w:name w:val="4BA917C5E2C14ABDA7960D0AFE76CBAA"/>
    <w:rsid w:val="00A021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customXml/itemProps4.xml><?xml version="1.0" encoding="utf-8"?>
<ds:datastoreItem xmlns:ds="http://schemas.openxmlformats.org/officeDocument/2006/customXml" ds:itemID="{A95FCAC1-CC64-4644-AD62-8BCA6D924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7</TotalTime>
  <Pages>3</Pages>
  <Words>537</Words>
  <Characters>3062</Characters>
  <Application>Microsoft Office Word</Application>
  <DocSecurity>0</DocSecurity>
  <Lines>25</Lines>
  <Paragraphs>7</Paragraphs>
  <ScaleCrop>false</ScaleCrop>
  <Company>ICS</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Soto Romacho, Cristina</cp:lastModifiedBy>
  <cp:revision>15</cp:revision>
  <cp:lastPrinted>2018-08-27T11:31:00Z</cp:lastPrinted>
  <dcterms:created xsi:type="dcterms:W3CDTF">2024-01-19T13:44:00Z</dcterms:created>
  <dcterms:modified xsi:type="dcterms:W3CDTF">2025-08-19T15:01:00Z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